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9B1C5" w14:textId="77777777" w:rsidR="001C6991" w:rsidRPr="001C6991" w:rsidRDefault="001C6991" w:rsidP="001C6991">
      <w:pPr>
        <w:tabs>
          <w:tab w:val="right" w:pos="8647"/>
        </w:tabs>
        <w:spacing w:after="0" w:line="270" w:lineRule="exact"/>
        <w:contextualSpacing/>
        <w:jc w:val="center"/>
        <w:rPr>
          <w:rFonts w:ascii="Calibri" w:eastAsia="Calibri" w:hAnsi="Calibri" w:cs="Calibri"/>
          <w:sz w:val="16"/>
        </w:rPr>
      </w:pPr>
      <w:bookmarkStart w:id="0" w:name="_Hlk98514295"/>
      <w:r w:rsidRPr="001C6991">
        <w:rPr>
          <w:rFonts w:ascii="Calibri" w:eastAsia="Calibri" w:hAnsi="Calibri" w:cs="Calibri"/>
          <w:sz w:val="16"/>
        </w:rPr>
        <w:t>//////////////////////////////////////////////////////////////////////////////////////////////////////////////////////////////////////////</w:t>
      </w:r>
    </w:p>
    <w:p w14:paraId="6105B146" w14:textId="77777777" w:rsidR="001C6991" w:rsidRPr="001C6991" w:rsidRDefault="001C6991" w:rsidP="001C6991">
      <w:pPr>
        <w:tabs>
          <w:tab w:val="right" w:pos="8647"/>
        </w:tabs>
        <w:spacing w:after="0" w:line="240" w:lineRule="auto"/>
        <w:ind w:left="357" w:hanging="357"/>
        <w:jc w:val="both"/>
        <w:rPr>
          <w:rFonts w:ascii="Calibri" w:eastAsia="Calibri" w:hAnsi="Calibri" w:cs="Calibri"/>
          <w:sz w:val="20"/>
        </w:rPr>
      </w:pPr>
    </w:p>
    <w:p w14:paraId="326EBB0C" w14:textId="6DB37A0C" w:rsidR="001C6991" w:rsidRPr="001C6991" w:rsidRDefault="001C6991" w:rsidP="001C6991">
      <w:pPr>
        <w:tabs>
          <w:tab w:val="right" w:pos="8647"/>
        </w:tabs>
        <w:spacing w:after="0" w:line="240" w:lineRule="auto"/>
        <w:ind w:left="357" w:hanging="357"/>
        <w:jc w:val="center"/>
        <w:rPr>
          <w:rFonts w:ascii="Calibri" w:eastAsia="Calibri" w:hAnsi="Calibri" w:cs="Calibri"/>
          <w:b/>
          <w:sz w:val="56"/>
          <w:szCs w:val="50"/>
        </w:rPr>
      </w:pPr>
      <w:r>
        <w:rPr>
          <w:rFonts w:ascii="Calibri" w:eastAsia="Calibri" w:hAnsi="Calibri" w:cs="Calibri"/>
          <w:b/>
          <w:sz w:val="56"/>
          <w:szCs w:val="50"/>
        </w:rPr>
        <w:t>Oproep – en selectieprocedure</w:t>
      </w:r>
    </w:p>
    <w:p w14:paraId="5D0A956C" w14:textId="163D3FB3" w:rsidR="001C6991" w:rsidRPr="001C6991" w:rsidRDefault="00A5712B" w:rsidP="001C6991">
      <w:pPr>
        <w:tabs>
          <w:tab w:val="right" w:pos="8647"/>
        </w:tabs>
        <w:spacing w:after="0" w:line="240" w:lineRule="auto"/>
        <w:ind w:left="357" w:hanging="357"/>
        <w:jc w:val="center"/>
        <w:rPr>
          <w:rFonts w:ascii="Calibri" w:eastAsia="Calibri" w:hAnsi="Calibri" w:cs="Calibri"/>
          <w:sz w:val="20"/>
          <w:szCs w:val="30"/>
        </w:rPr>
      </w:pPr>
      <w:r>
        <w:rPr>
          <w:rFonts w:ascii="Calibri" w:eastAsia="Calibri" w:hAnsi="Calibri" w:cs="Calibri"/>
          <w:noProof/>
          <w:sz w:val="30"/>
          <w:szCs w:val="30"/>
        </w:rPr>
        <w:t>GTI</w:t>
      </w:r>
    </w:p>
    <w:bookmarkEnd w:id="0"/>
    <w:p w14:paraId="7A1336CF" w14:textId="67DA2B67" w:rsidR="001C6991" w:rsidRPr="001C6991" w:rsidRDefault="001C6991" w:rsidP="001C6991">
      <w:pPr>
        <w:tabs>
          <w:tab w:val="right" w:pos="8647"/>
        </w:tabs>
        <w:spacing w:after="0" w:line="270" w:lineRule="exact"/>
        <w:contextualSpacing/>
        <w:jc w:val="center"/>
        <w:rPr>
          <w:rFonts w:ascii="Calibri" w:eastAsia="Calibri" w:hAnsi="Calibri" w:cs="Calibri"/>
          <w:sz w:val="16"/>
        </w:rPr>
      </w:pPr>
      <w:r w:rsidRPr="001C6991">
        <w:rPr>
          <w:rFonts w:ascii="Calibri" w:eastAsia="Calibri" w:hAnsi="Calibri" w:cs="Calibri"/>
          <w:sz w:val="16"/>
        </w:rPr>
        <w:t>//////////////////////////////////////////////////////////////////////////////////////////////////////////////////////////////////////////</w:t>
      </w:r>
    </w:p>
    <w:p w14:paraId="299194C0" w14:textId="1036A64F" w:rsidR="00CC1ACA" w:rsidRDefault="00EA389D">
      <w:r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59F45106" wp14:editId="06267A0E">
                <wp:simplePos x="0" y="0"/>
                <wp:positionH relativeFrom="margin">
                  <wp:posOffset>2903550</wp:posOffset>
                </wp:positionH>
                <wp:positionV relativeFrom="paragraph">
                  <wp:posOffset>275590</wp:posOffset>
                </wp:positionV>
                <wp:extent cx="3766820" cy="514350"/>
                <wp:effectExtent l="0" t="0" r="5080" b="0"/>
                <wp:wrapSquare wrapText="bothSides"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6820" cy="5143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CBA582" w14:textId="714D1441" w:rsidR="001C6991" w:rsidRPr="001C6991" w:rsidRDefault="00F655B8" w:rsidP="001C6991">
                            <w:pPr>
                              <w:spacing w:before="160"/>
                              <w:ind w:left="284" w:right="284"/>
                              <w:rPr>
                                <w:b/>
                                <w:bCs/>
                                <w:color w:val="111B7C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11B7C"/>
                                <w:sz w:val="26"/>
                                <w:szCs w:val="26"/>
                              </w:rPr>
                              <w:t>Voorbereiding projectoproepen door SG en BA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9F45106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28.65pt;margin-top:21.7pt;width:296.6pt;height:40.5pt;z-index:2516224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" fillcolor="yellow" stroked="f">
                <v:textbox>
                  <w:txbxContent>
                    <w:p w14:paraId="15CBA582" w14:textId="714D1441" w:rsidR="001C6991" w:rsidRPr="001C6991" w:rsidRDefault="00F655B8" w:rsidP="001C6991">
                      <w:pPr>
                        <w:spacing w:before="160"/>
                        <w:ind w:left="284" w:right="284"/>
                        <w:rPr>
                          <w:b/>
                          <w:bCs/>
                          <w:color w:val="111B7C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color w:val="111B7C"/>
                          <w:sz w:val="26"/>
                          <w:szCs w:val="26"/>
                        </w:rPr>
                        <w:t>Voorbereiding projectoproepen door SG en BA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D7EE73C" w14:textId="23E81E11" w:rsidR="00E822D9" w:rsidRDefault="00465EC5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94E71A1" wp14:editId="16FDDE70">
                <wp:simplePos x="0" y="0"/>
                <wp:positionH relativeFrom="column">
                  <wp:posOffset>8915561</wp:posOffset>
                </wp:positionH>
                <wp:positionV relativeFrom="paragraph">
                  <wp:posOffset>264795</wp:posOffset>
                </wp:positionV>
                <wp:extent cx="241300" cy="0"/>
                <wp:effectExtent l="0" t="19050" r="44450" b="38100"/>
                <wp:wrapNone/>
                <wp:docPr id="34" name="Rechte verbindingslijn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111B7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7A4E23" id="Rechte verbindingslijn 34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2pt,20.85pt" to="721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" strokecolor="#111b7c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B236082" wp14:editId="1AD641D4">
                <wp:simplePos x="0" y="0"/>
                <wp:positionH relativeFrom="column">
                  <wp:posOffset>9126855</wp:posOffset>
                </wp:positionH>
                <wp:positionV relativeFrom="paragraph">
                  <wp:posOffset>265430</wp:posOffset>
                </wp:positionV>
                <wp:extent cx="0" cy="469265"/>
                <wp:effectExtent l="19050" t="0" r="38100" b="45085"/>
                <wp:wrapNone/>
                <wp:docPr id="211" name="Rechte verbindingslijn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9265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111B7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7CEE95" id="Rechte verbindingslijn 211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8.65pt,20.9pt" to="718.65pt,5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" strokecolor="#111b7c" strokeweight="4.5pt">
                <v:stroke joinstyle="miter"/>
              </v:line>
            </w:pict>
          </mc:Fallback>
        </mc:AlternateContent>
      </w:r>
      <w:r w:rsidR="00AA7F8E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604EB7B" wp14:editId="16915CD7">
                <wp:simplePos x="0" y="0"/>
                <wp:positionH relativeFrom="rightMargin">
                  <wp:posOffset>-1967992</wp:posOffset>
                </wp:positionH>
                <wp:positionV relativeFrom="paragraph">
                  <wp:posOffset>246863</wp:posOffset>
                </wp:positionV>
                <wp:extent cx="482599" cy="0"/>
                <wp:effectExtent l="0" t="152400" r="0" b="190500"/>
                <wp:wrapNone/>
                <wp:docPr id="195" name="Rechte verbindingslijn met pijl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599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111B7C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441DB47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95" o:spid="_x0000_s1026" type="#_x0000_t32" style="position:absolute;margin-left:-154.95pt;margin-top:19.45pt;width:38pt;height:0;z-index:251712512;visibility:visible;mso-wrap-style:square;mso-wrap-distance-left:9pt;mso-wrap-distance-top:0;mso-wrap-distance-right:9pt;mso-wrap-distance-bottom:0;mso-position-horizontal:absolute;mso-position-horizontal-relative:right-margin-area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" strokecolor="#111b7c" strokeweight="4.5pt">
                <v:stroke endarrow="open" joinstyle="miter"/>
                <w10:wrap anchorx="margin"/>
              </v:shape>
            </w:pict>
          </mc:Fallback>
        </mc:AlternateContent>
      </w:r>
      <w:r w:rsidR="00AA7F8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1EC9CF" wp14:editId="52C1492C">
                <wp:simplePos x="0" y="0"/>
                <wp:positionH relativeFrom="rightMargin">
                  <wp:posOffset>-6715354</wp:posOffset>
                </wp:positionH>
                <wp:positionV relativeFrom="paragraph">
                  <wp:posOffset>258037</wp:posOffset>
                </wp:positionV>
                <wp:extent cx="482599" cy="0"/>
                <wp:effectExtent l="0" t="152400" r="0" b="190500"/>
                <wp:wrapNone/>
                <wp:docPr id="21" name="Rechte verbindingslijn met pij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599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111B7C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1F8A15" id="Rechte verbindingslijn met pijl 21" o:spid="_x0000_s1026" type="#_x0000_t32" style="position:absolute;margin-left:-528.75pt;margin-top:20.3pt;width:38pt;height:0;z-index:251669504;visibility:visible;mso-wrap-style:square;mso-wrap-distance-left:9pt;mso-wrap-distance-top:0;mso-wrap-distance-right:9pt;mso-wrap-distance-bottom:0;mso-position-horizontal:absolute;mso-position-horizontal-relative:right-margin-area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" strokecolor="#111b7c" strokeweight="4.5pt">
                <v:stroke endarrow="open" joinstyle="miter"/>
                <w10:wrap anchorx="margin"/>
              </v:shape>
            </w:pict>
          </mc:Fallback>
        </mc:AlternateContent>
      </w:r>
      <w:r w:rsidR="00EA389D"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028E4C5C" wp14:editId="5C20F9F8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1228725" cy="514350"/>
                <wp:effectExtent l="0" t="0" r="9525" b="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5143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9546E3" w14:textId="1E11CC0D" w:rsidR="00B5314C" w:rsidRPr="001C6991" w:rsidRDefault="00F655B8" w:rsidP="00B5314C">
                            <w:pPr>
                              <w:spacing w:before="160"/>
                              <w:ind w:left="284" w:right="284"/>
                              <w:rPr>
                                <w:b/>
                                <w:bCs/>
                                <w:color w:val="111B7C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11B7C"/>
                                <w:sz w:val="26"/>
                                <w:szCs w:val="26"/>
                              </w:rPr>
                              <w:t>Lancering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8E4C5C" id="_x0000_s1027" type="#_x0000_t202" style="position:absolute;margin-left:45.55pt;margin-top:.4pt;width:96.75pt;height:40.5pt;z-index:25162342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" fillcolor="yellow" stroked="f">
                <v:textbox>
                  <w:txbxContent>
                    <w:p w14:paraId="749546E3" w14:textId="1E11CC0D" w:rsidR="00B5314C" w:rsidRPr="001C6991" w:rsidRDefault="00F655B8" w:rsidP="00B5314C">
                      <w:pPr>
                        <w:spacing w:before="160"/>
                        <w:ind w:left="284" w:right="284"/>
                        <w:rPr>
                          <w:b/>
                          <w:bCs/>
                          <w:color w:val="111B7C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color w:val="111B7C"/>
                          <w:sz w:val="26"/>
                          <w:szCs w:val="26"/>
                        </w:rPr>
                        <w:t>Lancering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A389D"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29AAC31D" wp14:editId="782288E4">
                <wp:simplePos x="0" y="0"/>
                <wp:positionH relativeFrom="margin">
                  <wp:align>left</wp:align>
                </wp:positionH>
                <wp:positionV relativeFrom="paragraph">
                  <wp:posOffset>4419</wp:posOffset>
                </wp:positionV>
                <wp:extent cx="1945640" cy="514350"/>
                <wp:effectExtent l="0" t="0" r="0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5143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7CB1FE" w14:textId="0D7A9ABD" w:rsidR="001C6991" w:rsidRPr="001C6991" w:rsidRDefault="00F655B8" w:rsidP="001C6991">
                            <w:pPr>
                              <w:spacing w:before="160"/>
                              <w:ind w:left="284" w:right="284"/>
                              <w:rPr>
                                <w:b/>
                                <w:bCs/>
                                <w:color w:val="111B7C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11B7C"/>
                                <w:sz w:val="26"/>
                                <w:szCs w:val="26"/>
                              </w:rPr>
                              <w:t>Opmaak startnota’s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9AAC31D" id="_x0000_s1028" type="#_x0000_t202" style="position:absolute;margin-left:0;margin-top:.35pt;width:153.2pt;height:40.5pt;z-index:25162137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" fillcolor="yellow" stroked="f">
                <v:textbox>
                  <w:txbxContent>
                    <w:p w14:paraId="457CB1FE" w14:textId="0D7A9ABD" w:rsidR="001C6991" w:rsidRPr="001C6991" w:rsidRDefault="00F655B8" w:rsidP="001C6991">
                      <w:pPr>
                        <w:spacing w:before="160"/>
                        <w:ind w:left="284" w:right="284"/>
                        <w:rPr>
                          <w:b/>
                          <w:bCs/>
                          <w:color w:val="111B7C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color w:val="111B7C"/>
                          <w:sz w:val="26"/>
                          <w:szCs w:val="26"/>
                        </w:rPr>
                        <w:t>Opmaak startnota’s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285AA19" w14:textId="4637138F" w:rsidR="001C6991" w:rsidRDefault="001C6991"/>
    <w:p w14:paraId="2317A439" w14:textId="3035FDED" w:rsidR="00722D20" w:rsidRDefault="002F6D38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50470CB" wp14:editId="1EF1A293">
                <wp:simplePos x="0" y="0"/>
                <wp:positionH relativeFrom="column">
                  <wp:posOffset>642925</wp:posOffset>
                </wp:positionH>
                <wp:positionV relativeFrom="paragraph">
                  <wp:posOffset>146050</wp:posOffset>
                </wp:positionV>
                <wp:extent cx="0" cy="607162"/>
                <wp:effectExtent l="19050" t="0" r="38100" b="40640"/>
                <wp:wrapNone/>
                <wp:docPr id="198" name="Rechte verbindingslijn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7162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111B7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0F4ACA" id="Rechte verbindingslijn 198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6pt,11.5pt" to="50.6pt,5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" strokecolor="#111b7c" strokeweight="4.5pt">
                <v:stroke joinstyle="miter"/>
              </v:line>
            </w:pict>
          </mc:Fallback>
        </mc:AlternateContent>
      </w:r>
      <w:r w:rsidR="00AA7F8E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1325FBC" wp14:editId="0EE768FB">
                <wp:simplePos x="0" y="0"/>
                <wp:positionH relativeFrom="column">
                  <wp:posOffset>611505</wp:posOffset>
                </wp:positionH>
                <wp:positionV relativeFrom="paragraph">
                  <wp:posOffset>140716</wp:posOffset>
                </wp:positionV>
                <wp:extent cx="8546465" cy="2895"/>
                <wp:effectExtent l="19050" t="19050" r="26035" b="54610"/>
                <wp:wrapNone/>
                <wp:docPr id="47" name="Rechte verbindingslijn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546465" cy="2895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111B7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DF7442" id="Rechte verbindingslijn 47" o:spid="_x0000_s1026" style="position:absolute;flip:x y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15pt,11.1pt" to="721.1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" strokecolor="#111b7c" strokeweight="4.5pt">
                <v:stroke joinstyle="miter"/>
              </v:line>
            </w:pict>
          </mc:Fallback>
        </mc:AlternateContent>
      </w:r>
    </w:p>
    <w:p w14:paraId="5B78EC73" w14:textId="10FB9F42" w:rsidR="001C6991" w:rsidRPr="00722D20" w:rsidRDefault="00D76A96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822C17A" wp14:editId="18E0E806">
                <wp:simplePos x="0" y="0"/>
                <wp:positionH relativeFrom="margin">
                  <wp:posOffset>109855</wp:posOffset>
                </wp:positionH>
                <wp:positionV relativeFrom="paragraph">
                  <wp:posOffset>955675</wp:posOffset>
                </wp:positionV>
                <wp:extent cx="3181350" cy="933450"/>
                <wp:effectExtent l="0" t="0" r="0" b="0"/>
                <wp:wrapNone/>
                <wp:docPr id="4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9334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6C6E6" w14:textId="6D6D7D0A" w:rsidR="00B5314C" w:rsidRDefault="00EA389D" w:rsidP="00D76A96">
                            <w:pPr>
                              <w:spacing w:before="160" w:line="240" w:lineRule="auto"/>
                              <w:ind w:left="284" w:right="284"/>
                              <w:rPr>
                                <w:b/>
                                <w:bCs/>
                                <w:color w:val="111B7C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11B7C"/>
                                <w:sz w:val="26"/>
                                <w:szCs w:val="26"/>
                              </w:rPr>
                              <w:t>Feedback door BA op vooraanmelding</w:t>
                            </w:r>
                          </w:p>
                          <w:p w14:paraId="5974C9F8" w14:textId="1E22ECA2" w:rsidR="00D76A96" w:rsidRDefault="00D76A96" w:rsidP="00B5314C">
                            <w:pPr>
                              <w:spacing w:before="160"/>
                              <w:ind w:left="284" w:right="284"/>
                              <w:rPr>
                                <w:b/>
                                <w:bCs/>
                                <w:color w:val="111B7C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11B7C"/>
                                <w:sz w:val="26"/>
                                <w:szCs w:val="26"/>
                              </w:rPr>
                              <w:t>Facultatieve toetsing door SG van vooraanmelding aan GTI-strategie</w:t>
                            </w:r>
                          </w:p>
                          <w:p w14:paraId="2D8D064A" w14:textId="77777777" w:rsidR="00D76A96" w:rsidRPr="001C6991" w:rsidRDefault="00D76A96" w:rsidP="00B5314C">
                            <w:pPr>
                              <w:spacing w:before="160"/>
                              <w:ind w:left="284" w:right="284"/>
                              <w:rPr>
                                <w:b/>
                                <w:bCs/>
                                <w:color w:val="111B7C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22C17A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9" type="#_x0000_t202" style="position:absolute;margin-left:8.65pt;margin-top:75.25pt;width:250.5pt;height:73.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" fillcolor="yellow" stroked="f">
                <v:textbox>
                  <w:txbxContent>
                    <w:p w14:paraId="3626C6E6" w14:textId="6D6D7D0A" w:rsidR="00B5314C" w:rsidRDefault="00EA389D" w:rsidP="00D76A96">
                      <w:pPr>
                        <w:spacing w:before="160" w:line="240" w:lineRule="auto"/>
                        <w:ind w:left="284" w:right="284"/>
                        <w:rPr>
                          <w:b/>
                          <w:bCs/>
                          <w:color w:val="111B7C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color w:val="111B7C"/>
                          <w:sz w:val="26"/>
                          <w:szCs w:val="26"/>
                        </w:rPr>
                        <w:t>Feedback door BA op vooraanmelding</w:t>
                      </w:r>
                    </w:p>
                    <w:p w14:paraId="5974C9F8" w14:textId="1E22ECA2" w:rsidR="00D76A96" w:rsidRDefault="00D76A96" w:rsidP="00B5314C">
                      <w:pPr>
                        <w:spacing w:before="160"/>
                        <w:ind w:left="284" w:right="284"/>
                        <w:rPr>
                          <w:b/>
                          <w:bCs/>
                          <w:color w:val="111B7C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color w:val="111B7C"/>
                          <w:sz w:val="26"/>
                          <w:szCs w:val="26"/>
                        </w:rPr>
                        <w:t>Facultatieve toetsing door SG van vooraanmelding aan GTI-strategie</w:t>
                      </w:r>
                    </w:p>
                    <w:p w14:paraId="2D8D064A" w14:textId="77777777" w:rsidR="00D76A96" w:rsidRPr="001C6991" w:rsidRDefault="00D76A96" w:rsidP="00B5314C">
                      <w:pPr>
                        <w:spacing w:before="160"/>
                        <w:ind w:left="284" w:right="284"/>
                        <w:rPr>
                          <w:b/>
                          <w:bCs/>
                          <w:color w:val="111B7C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65EC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5E13D6" wp14:editId="67E40A1B">
                <wp:simplePos x="0" y="0"/>
                <wp:positionH relativeFrom="column">
                  <wp:posOffset>2234101</wp:posOffset>
                </wp:positionH>
                <wp:positionV relativeFrom="paragraph">
                  <wp:posOffset>3328670</wp:posOffset>
                </wp:positionV>
                <wp:extent cx="1820545" cy="514350"/>
                <wp:effectExtent l="0" t="0" r="8255" b="0"/>
                <wp:wrapNone/>
                <wp:docPr id="7" name="Tekstva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0545" cy="5143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1E870" w14:textId="36FBDCDE" w:rsidR="00B5314C" w:rsidRPr="001C6991" w:rsidRDefault="00B5314C" w:rsidP="00B5314C">
                            <w:pPr>
                              <w:spacing w:before="160"/>
                              <w:ind w:left="284" w:right="284"/>
                              <w:rPr>
                                <w:b/>
                                <w:bCs/>
                                <w:color w:val="111B7C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11B7C"/>
                                <w:sz w:val="26"/>
                                <w:szCs w:val="26"/>
                              </w:rPr>
                              <w:t xml:space="preserve">Beslissing door BA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5E13D6" id="Tekstvak 7" o:spid="_x0000_s1029" type="#_x0000_t202" style="position:absolute;margin-left:175.9pt;margin-top:262.1pt;width:143.35pt;height:40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" fillcolor="yellow" stroked="f">
                <v:textbox>
                  <w:txbxContent>
                    <w:p w14:paraId="7211E870" w14:textId="36FBDCDE" w:rsidR="00B5314C" w:rsidRPr="001C6991" w:rsidRDefault="00B5314C" w:rsidP="00B5314C">
                      <w:pPr>
                        <w:spacing w:before="160"/>
                        <w:ind w:left="284" w:right="284"/>
                        <w:rPr>
                          <w:b/>
                          <w:bCs/>
                          <w:color w:val="111B7C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color w:val="111B7C"/>
                          <w:sz w:val="26"/>
                          <w:szCs w:val="26"/>
                        </w:rPr>
                        <w:t xml:space="preserve">Beslissing door BA </w:t>
                      </w:r>
                    </w:p>
                  </w:txbxContent>
                </v:textbox>
              </v:shape>
            </w:pict>
          </mc:Fallback>
        </mc:AlternateContent>
      </w:r>
      <w:r w:rsidR="00465EC5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A29DAE3" wp14:editId="3F2B5397">
                <wp:simplePos x="0" y="0"/>
                <wp:positionH relativeFrom="leftMargin">
                  <wp:posOffset>2536825</wp:posOffset>
                </wp:positionH>
                <wp:positionV relativeFrom="paragraph">
                  <wp:posOffset>3597436</wp:posOffset>
                </wp:positionV>
                <wp:extent cx="448945" cy="0"/>
                <wp:effectExtent l="0" t="152400" r="0" b="190500"/>
                <wp:wrapNone/>
                <wp:docPr id="225" name="Rechte verbindingslijn met pijl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8945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111B7C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066673" id="Rechte verbindingslijn met pijl 225" o:spid="_x0000_s1026" type="#_x0000_t32" style="position:absolute;margin-left:199.75pt;margin-top:283.25pt;width:35.35pt;height:0;z-index:251745280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" strokecolor="#111b7c" strokeweight="4.5pt">
                <v:stroke endarrow="open" joinstyle="miter"/>
                <w10:wrap anchorx="margin"/>
              </v:shape>
            </w:pict>
          </mc:Fallback>
        </mc:AlternateContent>
      </w:r>
      <w:r w:rsidR="00465EC5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9A330FE" wp14:editId="10063B51">
                <wp:simplePos x="0" y="0"/>
                <wp:positionH relativeFrom="column">
                  <wp:posOffset>1609564</wp:posOffset>
                </wp:positionH>
                <wp:positionV relativeFrom="paragraph">
                  <wp:posOffset>3089910</wp:posOffset>
                </wp:positionV>
                <wp:extent cx="0" cy="533684"/>
                <wp:effectExtent l="19050" t="0" r="38100" b="38100"/>
                <wp:wrapNone/>
                <wp:docPr id="227" name="Rechte verbindingslijn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684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111B7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E7ECA8" id="Rechte verbindingslijn 227" o:spid="_x0000_s1026" style="position:absolute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75pt,243.3pt" to="126.75pt,2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" strokecolor="#111b7c" strokeweight="4.5pt">
                <v:stroke joinstyle="miter"/>
              </v:line>
            </w:pict>
          </mc:Fallback>
        </mc:AlternateContent>
      </w:r>
      <w:r w:rsidR="00465EC5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84984A5" wp14:editId="69441AB6">
                <wp:simplePos x="0" y="0"/>
                <wp:positionH relativeFrom="column">
                  <wp:posOffset>8116570</wp:posOffset>
                </wp:positionH>
                <wp:positionV relativeFrom="paragraph">
                  <wp:posOffset>2476339</wp:posOffset>
                </wp:positionV>
                <wp:extent cx="384810" cy="0"/>
                <wp:effectExtent l="0" t="19050" r="53340" b="38100"/>
                <wp:wrapNone/>
                <wp:docPr id="221" name="Rechte verbindingslijn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481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111B7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C15130" id="Rechte verbindingslijn 221" o:spid="_x0000_s1026" style="position:absolute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9.1pt,195pt" to="669.4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" strokecolor="#111b7c" strokeweight="4.5pt">
                <v:stroke joinstyle="miter"/>
              </v:line>
            </w:pict>
          </mc:Fallback>
        </mc:AlternateContent>
      </w:r>
      <w:r w:rsidR="00465EC5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4D772C5" wp14:editId="5A36267B">
                <wp:simplePos x="0" y="0"/>
                <wp:positionH relativeFrom="column">
                  <wp:posOffset>8474549</wp:posOffset>
                </wp:positionH>
                <wp:positionV relativeFrom="paragraph">
                  <wp:posOffset>2461895</wp:posOffset>
                </wp:positionV>
                <wp:extent cx="0" cy="642402"/>
                <wp:effectExtent l="19050" t="0" r="38100" b="43815"/>
                <wp:wrapNone/>
                <wp:docPr id="223" name="Rechte verbindingslijn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2402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111B7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9FF9D2" id="Rechte verbindingslijn 223" o:spid="_x0000_s1026" style="position:absolute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7.3pt,193.85pt" to="667.3pt,2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" strokecolor="#111b7c" strokeweight="4.5pt">
                <v:stroke joinstyle="miter"/>
              </v:line>
            </w:pict>
          </mc:Fallback>
        </mc:AlternateContent>
      </w:r>
      <w:r w:rsidR="00465EC5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FFBB1D5" wp14:editId="7B4FEE1D">
                <wp:simplePos x="0" y="0"/>
                <wp:positionH relativeFrom="margin">
                  <wp:posOffset>1583529</wp:posOffset>
                </wp:positionH>
                <wp:positionV relativeFrom="paragraph">
                  <wp:posOffset>3090090</wp:posOffset>
                </wp:positionV>
                <wp:extent cx="6919415" cy="14605"/>
                <wp:effectExtent l="0" t="19050" r="53340" b="42545"/>
                <wp:wrapNone/>
                <wp:docPr id="218" name="Rechte verbindingslijn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19415" cy="14605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111B7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F071C2" id="Rechte verbindingslijn 218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24.7pt,243.3pt" to="669.55pt,2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" strokecolor="#111b7c" strokeweight="4.5pt">
                <v:stroke joinstyle="miter"/>
                <w10:wrap anchorx="margin"/>
              </v:line>
            </w:pict>
          </mc:Fallback>
        </mc:AlternateContent>
      </w:r>
      <w:r w:rsidR="00465EC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52CBF3" wp14:editId="465F7186">
                <wp:simplePos x="0" y="0"/>
                <wp:positionH relativeFrom="column">
                  <wp:posOffset>4864735</wp:posOffset>
                </wp:positionH>
                <wp:positionV relativeFrom="paragraph">
                  <wp:posOffset>3314065</wp:posOffset>
                </wp:positionV>
                <wp:extent cx="1754505" cy="514350"/>
                <wp:effectExtent l="0" t="0" r="0" b="0"/>
                <wp:wrapNone/>
                <wp:docPr id="8" name="Tekstva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4505" cy="5143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86ED14" w14:textId="07051615" w:rsidR="00B5314C" w:rsidRPr="001C6991" w:rsidRDefault="00B5314C" w:rsidP="00B5314C">
                            <w:pPr>
                              <w:spacing w:before="160"/>
                              <w:ind w:left="284" w:right="284"/>
                              <w:rPr>
                                <w:b/>
                                <w:bCs/>
                                <w:color w:val="111B7C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11B7C"/>
                                <w:sz w:val="26"/>
                                <w:szCs w:val="26"/>
                              </w:rPr>
                              <w:t>Kennisgeving MC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2CBF3" id="Tekstvak 8" o:spid="_x0000_s1030" type="#_x0000_t202" style="position:absolute;margin-left:383.05pt;margin-top:260.95pt;width:138.15pt;height:40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" fillcolor="yellow" stroked="f">
                <v:textbox>
                  <w:txbxContent>
                    <w:p w14:paraId="5886ED14" w14:textId="07051615" w:rsidR="00B5314C" w:rsidRPr="001C6991" w:rsidRDefault="00B5314C" w:rsidP="00B5314C">
                      <w:pPr>
                        <w:spacing w:before="160"/>
                        <w:ind w:left="284" w:right="284"/>
                        <w:rPr>
                          <w:b/>
                          <w:bCs/>
                          <w:color w:val="111B7C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color w:val="111B7C"/>
                          <w:sz w:val="26"/>
                          <w:szCs w:val="26"/>
                        </w:rPr>
                        <w:t>Kennisgeving MC</w:t>
                      </w:r>
                    </w:p>
                  </w:txbxContent>
                </v:textbox>
              </v:shape>
            </w:pict>
          </mc:Fallback>
        </mc:AlternateContent>
      </w:r>
      <w:r w:rsidR="00465EC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939D3A" wp14:editId="5F766E01">
                <wp:simplePos x="0" y="0"/>
                <wp:positionH relativeFrom="column">
                  <wp:posOffset>4266470</wp:posOffset>
                </wp:positionH>
                <wp:positionV relativeFrom="paragraph">
                  <wp:posOffset>3613141</wp:posOffset>
                </wp:positionV>
                <wp:extent cx="482599" cy="0"/>
                <wp:effectExtent l="0" t="152400" r="0" b="190500"/>
                <wp:wrapNone/>
                <wp:docPr id="22" name="Rechte verbindingslijn met pij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599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111B7C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D0A1E7" id="Rechte verbindingslijn met pijl 22" o:spid="_x0000_s1026" type="#_x0000_t32" style="position:absolute;margin-left:335.95pt;margin-top:284.5pt;width:38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" strokecolor="#111b7c" strokeweight="4.5pt">
                <v:stroke endarrow="open" joinstyle="miter"/>
              </v:shape>
            </w:pict>
          </mc:Fallback>
        </mc:AlternateContent>
      </w:r>
      <w:r w:rsidR="00465EC5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A9426BA" wp14:editId="06C7030B">
                <wp:simplePos x="0" y="0"/>
                <wp:positionH relativeFrom="leftMargin">
                  <wp:posOffset>2215515</wp:posOffset>
                </wp:positionH>
                <wp:positionV relativeFrom="paragraph">
                  <wp:posOffset>2493010</wp:posOffset>
                </wp:positionV>
                <wp:extent cx="448945" cy="0"/>
                <wp:effectExtent l="0" t="152400" r="0" b="190500"/>
                <wp:wrapNone/>
                <wp:docPr id="205" name="Rechte verbindingslijn met pijl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8945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111B7C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8C5BA1" id="Rechte verbindingslijn met pijl 205" o:spid="_x0000_s1026" type="#_x0000_t32" style="position:absolute;margin-left:174.45pt;margin-top:196.3pt;width:35.35pt;height:0;z-index:251729920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" strokecolor="#111b7c" strokeweight="4.5pt">
                <v:stroke endarrow="open" joinstyle="miter"/>
                <w10:wrap anchorx="margin"/>
              </v:shape>
            </w:pict>
          </mc:Fallback>
        </mc:AlternateContent>
      </w:r>
      <w:r w:rsidR="00465EC5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9EA686A" wp14:editId="68156326">
                <wp:simplePos x="0" y="0"/>
                <wp:positionH relativeFrom="column">
                  <wp:posOffset>1342864</wp:posOffset>
                </wp:positionH>
                <wp:positionV relativeFrom="paragraph">
                  <wp:posOffset>1981200</wp:posOffset>
                </wp:positionV>
                <wp:extent cx="0" cy="539750"/>
                <wp:effectExtent l="19050" t="0" r="38100" b="50800"/>
                <wp:wrapNone/>
                <wp:docPr id="206" name="Rechte verbindingslijn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975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111B7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C7E36E" id="Rechte verbindingslijn 206" o:spid="_x0000_s1026" style="position:absolute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5.75pt,156pt" to="105.75pt,1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" strokecolor="#111b7c" strokeweight="4.5pt">
                <v:stroke joinstyle="miter"/>
              </v:line>
            </w:pict>
          </mc:Fallback>
        </mc:AlternateContent>
      </w:r>
      <w:r w:rsidR="00465EC5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18BD233" wp14:editId="17898D96">
                <wp:simplePos x="0" y="0"/>
                <wp:positionH relativeFrom="column">
                  <wp:posOffset>8980009</wp:posOffset>
                </wp:positionH>
                <wp:positionV relativeFrom="paragraph">
                  <wp:posOffset>1451610</wp:posOffset>
                </wp:positionV>
                <wp:extent cx="184150" cy="0"/>
                <wp:effectExtent l="0" t="19050" r="44450" b="38100"/>
                <wp:wrapNone/>
                <wp:docPr id="216" name="Rechte verbindingslijn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15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111B7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1AD5E9" id="Rechte verbindingslijn 216" o:spid="_x0000_s1026" style="position:absolute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07.1pt,114.3pt" to="721.6pt,1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" strokecolor="#111b7c" strokeweight="4.5pt">
                <v:stroke joinstyle="miter"/>
              </v:line>
            </w:pict>
          </mc:Fallback>
        </mc:AlternateContent>
      </w:r>
      <w:r w:rsidR="00465EC5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5E4462A" wp14:editId="130972BC">
                <wp:simplePos x="0" y="0"/>
                <wp:positionH relativeFrom="margin">
                  <wp:posOffset>1314924</wp:posOffset>
                </wp:positionH>
                <wp:positionV relativeFrom="paragraph">
                  <wp:posOffset>1971040</wp:posOffset>
                </wp:positionV>
                <wp:extent cx="7840345" cy="14605"/>
                <wp:effectExtent l="0" t="19050" r="46355" b="42545"/>
                <wp:wrapNone/>
                <wp:docPr id="214" name="Rechte verbindingslijn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40345" cy="14605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111B7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9B1B70" id="Rechte verbindingslijn 214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3.55pt,155.2pt" to="720.9pt,1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" strokecolor="#111b7c" strokeweight="4.5pt">
                <v:stroke joinstyle="miter"/>
                <w10:wrap anchorx="margin"/>
              </v:line>
            </w:pict>
          </mc:Fallback>
        </mc:AlternateContent>
      </w:r>
      <w:r w:rsidR="00465EC5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9C867A9" wp14:editId="6C835576">
                <wp:simplePos x="0" y="0"/>
                <wp:positionH relativeFrom="column">
                  <wp:posOffset>9135414</wp:posOffset>
                </wp:positionH>
                <wp:positionV relativeFrom="paragraph">
                  <wp:posOffset>1453515</wp:posOffset>
                </wp:positionV>
                <wp:extent cx="0" cy="555625"/>
                <wp:effectExtent l="19050" t="0" r="38100" b="53975"/>
                <wp:wrapNone/>
                <wp:docPr id="215" name="Rechte verbindingslijn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5625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111B7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AA8527" id="Rechte verbindingslijn 215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9.3pt,114.45pt" to="719.3pt,1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" strokecolor="#111b7c" strokeweight="4.5pt">
                <v:stroke joinstyle="miter"/>
              </v:line>
            </w:pict>
          </mc:Fallback>
        </mc:AlternateContent>
      </w:r>
      <w:r w:rsidR="00465EC5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276D4F8" wp14:editId="05726E6E">
                <wp:simplePos x="0" y="0"/>
                <wp:positionH relativeFrom="column">
                  <wp:posOffset>3507863</wp:posOffset>
                </wp:positionH>
                <wp:positionV relativeFrom="paragraph">
                  <wp:posOffset>2491361</wp:posOffset>
                </wp:positionV>
                <wp:extent cx="482599" cy="0"/>
                <wp:effectExtent l="0" t="152400" r="0" b="190500"/>
                <wp:wrapNone/>
                <wp:docPr id="196" name="Rechte verbindingslijn met pijl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599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111B7C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B5B2FC" id="Rechte verbindingslijn met pijl 196" o:spid="_x0000_s1026" type="#_x0000_t32" style="position:absolute;margin-left:276.2pt;margin-top:196.15pt;width:38pt;height:0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" strokecolor="#111b7c" strokeweight="4.5pt">
                <v:stroke endarrow="open" joinstyle="miter"/>
              </v:shape>
            </w:pict>
          </mc:Fallback>
        </mc:AlternateContent>
      </w:r>
      <w:r w:rsidR="00850F44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0275366" wp14:editId="12032E6E">
                <wp:simplePos x="0" y="0"/>
                <wp:positionH relativeFrom="leftMargin">
                  <wp:posOffset>478790</wp:posOffset>
                </wp:positionH>
                <wp:positionV relativeFrom="paragraph">
                  <wp:posOffset>1559399</wp:posOffset>
                </wp:positionV>
                <wp:extent cx="448945" cy="0"/>
                <wp:effectExtent l="0" t="152400" r="0" b="190500"/>
                <wp:wrapNone/>
                <wp:docPr id="33" name="Rechte verbindingslijn met pij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8945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111B7C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1A85BA" id="Rechte verbindingslijn met pijl 33" o:spid="_x0000_s1026" type="#_x0000_t32" style="position:absolute;margin-left:37.7pt;margin-top:122.8pt;width:35.35pt;height:0;z-index:251686912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" strokecolor="#111b7c" strokeweight="4.5pt">
                <v:stroke endarrow="open" joinstyle="miter"/>
                <w10:wrap anchorx="margin"/>
              </v:shape>
            </w:pict>
          </mc:Fallback>
        </mc:AlternateContent>
      </w:r>
      <w:r w:rsidR="00ED052F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F4B8541" wp14:editId="1F18FBD8">
                <wp:simplePos x="0" y="0"/>
                <wp:positionH relativeFrom="column">
                  <wp:posOffset>8554085</wp:posOffset>
                </wp:positionH>
                <wp:positionV relativeFrom="paragraph">
                  <wp:posOffset>347980</wp:posOffset>
                </wp:positionV>
                <wp:extent cx="241300" cy="0"/>
                <wp:effectExtent l="0" t="19050" r="44450" b="38100"/>
                <wp:wrapNone/>
                <wp:docPr id="24" name="Rechte verbindingslij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111B7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82E1E7" id="Rechte verbindingslijn 24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3.55pt,27.4pt" to="692.55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" strokecolor="#111b7c" strokeweight="4.5pt">
                <v:stroke joinstyle="miter"/>
              </v:line>
            </w:pict>
          </mc:Fallback>
        </mc:AlternateContent>
      </w:r>
      <w:r w:rsidR="00ED052F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CB8154F" wp14:editId="1C8244B2">
                <wp:simplePos x="0" y="0"/>
                <wp:positionH relativeFrom="column">
                  <wp:posOffset>8769985</wp:posOffset>
                </wp:positionH>
                <wp:positionV relativeFrom="paragraph">
                  <wp:posOffset>356870</wp:posOffset>
                </wp:positionV>
                <wp:extent cx="0" cy="555625"/>
                <wp:effectExtent l="19050" t="0" r="38100" b="53975"/>
                <wp:wrapNone/>
                <wp:docPr id="212" name="Rechte verbindingslijn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5625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111B7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8F476D" id="Rechte verbindingslijn 212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0.55pt,28.1pt" to="690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" strokecolor="#111b7c" strokeweight="4.5pt">
                <v:stroke joinstyle="miter"/>
              </v:line>
            </w:pict>
          </mc:Fallback>
        </mc:AlternateContent>
      </w:r>
      <w:r w:rsidR="00A91966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38097BE" wp14:editId="4C920F1F">
                <wp:simplePos x="0" y="0"/>
                <wp:positionH relativeFrom="margin">
                  <wp:posOffset>4330065</wp:posOffset>
                </wp:positionH>
                <wp:positionV relativeFrom="paragraph">
                  <wp:posOffset>65634</wp:posOffset>
                </wp:positionV>
                <wp:extent cx="4118457" cy="513715"/>
                <wp:effectExtent l="0" t="0" r="0" b="635"/>
                <wp:wrapNone/>
                <wp:docPr id="63" name="Tekstvak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8457" cy="5137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B85CF2" w14:textId="57D10562" w:rsidR="00EA389D" w:rsidRPr="001C6991" w:rsidRDefault="00EA389D" w:rsidP="00EA389D">
                            <w:pPr>
                              <w:spacing w:before="160"/>
                              <w:ind w:left="284" w:right="284"/>
                              <w:rPr>
                                <w:b/>
                                <w:bCs/>
                                <w:color w:val="111B7C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11B7C"/>
                                <w:sz w:val="26"/>
                                <w:szCs w:val="26"/>
                              </w:rPr>
                              <w:t>Kennisgeving ingediende vooraanmeldingen aan SG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8097BE" id="Tekstvak 63" o:spid="_x0000_s1031" type="#_x0000_t202" style="position:absolute;margin-left:340.95pt;margin-top:5.15pt;width:324.3pt;height:40.45pt;z-index:2517073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" fillcolor="yellow" stroked="f">
                <v:textbox>
                  <w:txbxContent>
                    <w:p w14:paraId="18B85CF2" w14:textId="57D10562" w:rsidR="00EA389D" w:rsidRPr="001C6991" w:rsidRDefault="00EA389D" w:rsidP="00EA389D">
                      <w:pPr>
                        <w:spacing w:before="160"/>
                        <w:ind w:left="284" w:right="284"/>
                        <w:rPr>
                          <w:b/>
                          <w:bCs/>
                          <w:color w:val="111B7C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color w:val="111B7C"/>
                          <w:sz w:val="26"/>
                          <w:szCs w:val="26"/>
                        </w:rPr>
                        <w:t>Kennisgeving ingediende vooraanmeldingen aan SG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1966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C5C3BAC" wp14:editId="0CCFF435">
                <wp:simplePos x="0" y="0"/>
                <wp:positionH relativeFrom="column">
                  <wp:posOffset>1225550</wp:posOffset>
                </wp:positionH>
                <wp:positionV relativeFrom="paragraph">
                  <wp:posOffset>117729</wp:posOffset>
                </wp:positionV>
                <wp:extent cx="2377440" cy="514025"/>
                <wp:effectExtent l="0" t="0" r="3810" b="635"/>
                <wp:wrapNone/>
                <wp:docPr id="3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5140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50C801" w14:textId="3E82032F" w:rsidR="00B5314C" w:rsidRPr="001C6991" w:rsidRDefault="00EA389D" w:rsidP="00B5314C">
                            <w:pPr>
                              <w:spacing w:before="160"/>
                              <w:ind w:left="284" w:right="284"/>
                              <w:rPr>
                                <w:b/>
                                <w:bCs/>
                                <w:color w:val="111B7C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11B7C"/>
                                <w:sz w:val="26"/>
                                <w:szCs w:val="26"/>
                              </w:rPr>
                              <w:t>Indiening vooraanmelding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5C3BAC" id="Tekstvak 3" o:spid="_x0000_s1033" type="#_x0000_t202" style="position:absolute;margin-left:96.5pt;margin-top:9.25pt;width:187.2pt;height:40.45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" fillcolor="yellow" stroked="f">
                <v:textbox>
                  <w:txbxContent>
                    <w:p w14:paraId="6B50C801" w14:textId="3E82032F" w:rsidR="00B5314C" w:rsidRPr="001C6991" w:rsidRDefault="00EA389D" w:rsidP="00B5314C">
                      <w:pPr>
                        <w:spacing w:before="160"/>
                        <w:ind w:left="284" w:right="284"/>
                        <w:rPr>
                          <w:b/>
                          <w:bCs/>
                          <w:color w:val="111B7C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color w:val="111B7C"/>
                          <w:sz w:val="26"/>
                          <w:szCs w:val="26"/>
                        </w:rPr>
                        <w:t>Indiening vooraanmelding</w:t>
                      </w:r>
                    </w:p>
                  </w:txbxContent>
                </v:textbox>
              </v:shape>
            </w:pict>
          </mc:Fallback>
        </mc:AlternateContent>
      </w:r>
      <w:r w:rsidR="00A91966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7E5B6D4" wp14:editId="6176C2B7">
                <wp:simplePos x="0" y="0"/>
                <wp:positionH relativeFrom="column">
                  <wp:posOffset>3512134</wp:posOffset>
                </wp:positionH>
                <wp:positionV relativeFrom="paragraph">
                  <wp:posOffset>1549603</wp:posOffset>
                </wp:positionV>
                <wp:extent cx="482599" cy="0"/>
                <wp:effectExtent l="0" t="152400" r="0" b="190500"/>
                <wp:wrapNone/>
                <wp:docPr id="203" name="Rechte verbindingslijn met pijl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599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111B7C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329ADE" id="Rechte verbindingslijn met pijl 203" o:spid="_x0000_s1026" type="#_x0000_t32" style="position:absolute;margin-left:276.55pt;margin-top:122pt;width:38pt;height:0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" strokecolor="#111b7c" strokeweight="4.5pt">
                <v:stroke endarrow="open" joinstyle="miter"/>
              </v:shape>
            </w:pict>
          </mc:Fallback>
        </mc:AlternateContent>
      </w:r>
      <w:r w:rsidR="00A9196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5A5445" wp14:editId="2418DE5E">
                <wp:simplePos x="0" y="0"/>
                <wp:positionH relativeFrom="column">
                  <wp:posOffset>6597371</wp:posOffset>
                </wp:positionH>
                <wp:positionV relativeFrom="paragraph">
                  <wp:posOffset>1480490</wp:posOffset>
                </wp:positionV>
                <wp:extent cx="482599" cy="0"/>
                <wp:effectExtent l="0" t="152400" r="0" b="190500"/>
                <wp:wrapNone/>
                <wp:docPr id="23" name="Rechte verbindingslijn met pij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599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111B7C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CD7FF7" id="Rechte verbindingslijn met pijl 23" o:spid="_x0000_s1026" type="#_x0000_t32" style="position:absolute;margin-left:519.5pt;margin-top:116.55pt;width:3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" strokecolor="#111b7c" strokeweight="4.5pt">
                <v:stroke endarrow="open" joinstyle="miter"/>
              </v:shape>
            </w:pict>
          </mc:Fallback>
        </mc:AlternateContent>
      </w:r>
      <w:r w:rsidR="00A9196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9924CE" wp14:editId="69178799">
                <wp:simplePos x="0" y="0"/>
                <wp:positionH relativeFrom="margin">
                  <wp:posOffset>1838325</wp:posOffset>
                </wp:positionH>
                <wp:positionV relativeFrom="paragraph">
                  <wp:posOffset>2231847</wp:posOffset>
                </wp:positionV>
                <wp:extent cx="1330956" cy="514350"/>
                <wp:effectExtent l="0" t="0" r="3175" b="0"/>
                <wp:wrapNone/>
                <wp:docPr id="6" name="Tekstva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0956" cy="5143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94CDD5" w14:textId="5596A796" w:rsidR="00B5314C" w:rsidRPr="001C6991" w:rsidRDefault="00B5314C" w:rsidP="00B5314C">
                            <w:pPr>
                              <w:spacing w:before="160"/>
                              <w:ind w:left="284" w:right="284"/>
                              <w:rPr>
                                <w:b/>
                                <w:bCs/>
                                <w:color w:val="111B7C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11B7C"/>
                                <w:sz w:val="26"/>
                                <w:szCs w:val="26"/>
                              </w:rPr>
                              <w:t>Advies TW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9924CE" id="Tekstvak 6" o:spid="_x0000_s1034" type="#_x0000_t202" style="position:absolute;margin-left:144.75pt;margin-top:175.75pt;width:104.8pt;height:40.5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" fillcolor="yellow" stroked="f">
                <v:textbox>
                  <w:txbxContent>
                    <w:p w14:paraId="2894CDD5" w14:textId="5596A796" w:rsidR="00B5314C" w:rsidRPr="001C6991" w:rsidRDefault="00B5314C" w:rsidP="00B5314C">
                      <w:pPr>
                        <w:spacing w:before="160"/>
                        <w:ind w:left="284" w:right="284"/>
                        <w:rPr>
                          <w:b/>
                          <w:bCs/>
                          <w:color w:val="111B7C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color w:val="111B7C"/>
                          <w:sz w:val="26"/>
                          <w:szCs w:val="26"/>
                        </w:rPr>
                        <w:t>Advies TW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1966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A800909" wp14:editId="46B9F56A">
                <wp:simplePos x="0" y="0"/>
                <wp:positionH relativeFrom="margin">
                  <wp:posOffset>4182110</wp:posOffset>
                </wp:positionH>
                <wp:positionV relativeFrom="paragraph">
                  <wp:posOffset>2187016</wp:posOffset>
                </wp:positionV>
                <wp:extent cx="3811219" cy="513715"/>
                <wp:effectExtent l="0" t="0" r="0" b="635"/>
                <wp:wrapNone/>
                <wp:docPr id="193" name="Tekstvak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1219" cy="5137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82D2FE" w14:textId="3C196025" w:rsidR="00EA389D" w:rsidRPr="001C6991" w:rsidRDefault="00EA389D" w:rsidP="00EA389D">
                            <w:pPr>
                              <w:spacing w:before="160"/>
                              <w:ind w:left="284" w:right="284"/>
                              <w:rPr>
                                <w:b/>
                                <w:bCs/>
                                <w:color w:val="111B7C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11B7C"/>
                                <w:sz w:val="26"/>
                                <w:szCs w:val="26"/>
                              </w:rPr>
                              <w:t>Terugkoppeling naar SG GTI + validatie door SG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800909" id="Tekstvak 193" o:spid="_x0000_s1035" type="#_x0000_t202" style="position:absolute;margin-left:329.3pt;margin-top:172.2pt;width:300.1pt;height:40.45pt;z-index:2517094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" fillcolor="yellow" stroked="f">
                <v:textbox>
                  <w:txbxContent>
                    <w:p w14:paraId="4D82D2FE" w14:textId="3C196025" w:rsidR="00EA389D" w:rsidRPr="001C6991" w:rsidRDefault="00EA389D" w:rsidP="00EA389D">
                      <w:pPr>
                        <w:spacing w:before="160"/>
                        <w:ind w:left="284" w:right="284"/>
                        <w:rPr>
                          <w:b/>
                          <w:bCs/>
                          <w:color w:val="111B7C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color w:val="111B7C"/>
                          <w:sz w:val="26"/>
                          <w:szCs w:val="26"/>
                        </w:rPr>
                        <w:t>Terugkoppeling naar SG GTI + validatie door SG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196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12A05C" wp14:editId="6708AE82">
                <wp:simplePos x="0" y="0"/>
                <wp:positionH relativeFrom="margin">
                  <wp:align>right</wp:align>
                </wp:positionH>
                <wp:positionV relativeFrom="paragraph">
                  <wp:posOffset>1203732</wp:posOffset>
                </wp:positionV>
                <wp:extent cx="1733545" cy="514350"/>
                <wp:effectExtent l="0" t="0" r="635" b="0"/>
                <wp:wrapNone/>
                <wp:docPr id="5" name="Tekstva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45" cy="5143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548536" w14:textId="0FA805DA" w:rsidR="00B5314C" w:rsidRPr="001C6991" w:rsidRDefault="00B5314C" w:rsidP="00B5314C">
                            <w:pPr>
                              <w:spacing w:before="160"/>
                              <w:ind w:left="284" w:right="284"/>
                              <w:rPr>
                                <w:b/>
                                <w:bCs/>
                                <w:color w:val="111B7C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11B7C"/>
                                <w:sz w:val="26"/>
                                <w:szCs w:val="26"/>
                              </w:rPr>
                              <w:t>Toetsing door BA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12A05C" id="Tekstvak 5" o:spid="_x0000_s1036" type="#_x0000_t202" style="position:absolute;margin-left:85.3pt;margin-top:94.8pt;width:136.5pt;height:40.5pt;z-index:25166540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" fillcolor="yellow" stroked="f">
                <v:textbox>
                  <w:txbxContent>
                    <w:p w14:paraId="77548536" w14:textId="0FA805DA" w:rsidR="00B5314C" w:rsidRPr="001C6991" w:rsidRDefault="00B5314C" w:rsidP="00B5314C">
                      <w:pPr>
                        <w:spacing w:before="160"/>
                        <w:ind w:left="284" w:right="284"/>
                        <w:rPr>
                          <w:b/>
                          <w:bCs/>
                          <w:color w:val="111B7C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color w:val="111B7C"/>
                          <w:sz w:val="26"/>
                          <w:szCs w:val="26"/>
                        </w:rPr>
                        <w:t>Toetsing door BA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1966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3F4BA55" wp14:editId="531BAA9C">
                <wp:simplePos x="0" y="0"/>
                <wp:positionH relativeFrom="margin">
                  <wp:posOffset>4094480</wp:posOffset>
                </wp:positionH>
                <wp:positionV relativeFrom="paragraph">
                  <wp:posOffset>1206246</wp:posOffset>
                </wp:positionV>
                <wp:extent cx="2304288" cy="513715"/>
                <wp:effectExtent l="0" t="0" r="1270" b="635"/>
                <wp:wrapNone/>
                <wp:docPr id="62" name="Tekstvak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288" cy="5137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154540" w14:textId="34E5FFB6" w:rsidR="00EA389D" w:rsidRPr="001C6991" w:rsidRDefault="00EA389D" w:rsidP="00EA389D">
                            <w:pPr>
                              <w:spacing w:before="160"/>
                              <w:ind w:left="284" w:right="284"/>
                              <w:rPr>
                                <w:b/>
                                <w:bCs/>
                                <w:color w:val="111B7C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11B7C"/>
                                <w:sz w:val="26"/>
                                <w:szCs w:val="26"/>
                              </w:rPr>
                              <w:t>Indiening projectvoorstel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F4BA55" id="Tekstvak 62" o:spid="_x0000_s1037" type="#_x0000_t202" style="position:absolute;margin-left:322.4pt;margin-top:95pt;width:181.45pt;height:40.45pt;z-index:2517053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" fillcolor="yellow" stroked="f">
                <v:textbox>
                  <w:txbxContent>
                    <w:p w14:paraId="7B154540" w14:textId="34E5FFB6" w:rsidR="00EA389D" w:rsidRPr="001C6991" w:rsidRDefault="00EA389D" w:rsidP="00EA389D">
                      <w:pPr>
                        <w:spacing w:before="160"/>
                        <w:ind w:left="284" w:right="284"/>
                        <w:rPr>
                          <w:b/>
                          <w:bCs/>
                          <w:color w:val="111B7C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color w:val="111B7C"/>
                          <w:sz w:val="26"/>
                          <w:szCs w:val="26"/>
                        </w:rPr>
                        <w:t>Indiening projectvoorstel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196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FD23AB1" wp14:editId="676D0666">
                <wp:simplePos x="0" y="0"/>
                <wp:positionH relativeFrom="column">
                  <wp:posOffset>-397790</wp:posOffset>
                </wp:positionH>
                <wp:positionV relativeFrom="paragraph">
                  <wp:posOffset>918998</wp:posOffset>
                </wp:positionV>
                <wp:extent cx="0" cy="658368"/>
                <wp:effectExtent l="19050" t="0" r="38100" b="46990"/>
                <wp:wrapNone/>
                <wp:docPr id="31" name="Rechte verbindingslij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58368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111B7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BC52C9" id="Rechte verbindingslijn 31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3pt,72.35pt" to="-31.3pt,1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" strokecolor="#111b7c" strokeweight="4.5pt">
                <v:stroke joinstyle="miter"/>
              </v:line>
            </w:pict>
          </mc:Fallback>
        </mc:AlternateContent>
      </w:r>
      <w:r w:rsidR="00A91966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8450947" wp14:editId="5C9B6E30">
                <wp:simplePos x="0" y="0"/>
                <wp:positionH relativeFrom="column">
                  <wp:posOffset>-426110</wp:posOffset>
                </wp:positionH>
                <wp:positionV relativeFrom="paragraph">
                  <wp:posOffset>893039</wp:posOffset>
                </wp:positionV>
                <wp:extent cx="9220047" cy="0"/>
                <wp:effectExtent l="19050" t="19050" r="19685" b="38100"/>
                <wp:wrapNone/>
                <wp:docPr id="30" name="Rechte verbindingslij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20047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111B7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1829F45" id="Rechte verbindingslijn 30" o:spid="_x0000_s1026" style="position:absolute;flip:x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3.55pt,70.3pt" to="692.45pt,7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" strokecolor="#111b7c" strokeweight="4.5pt">
                <v:stroke joinstyle="miter"/>
              </v:line>
            </w:pict>
          </mc:Fallback>
        </mc:AlternateContent>
      </w:r>
      <w:r w:rsidR="002F6D38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0FEE0C9" wp14:editId="51DF204C">
                <wp:simplePos x="0" y="0"/>
                <wp:positionH relativeFrom="rightMargin">
                  <wp:posOffset>-5154473</wp:posOffset>
                </wp:positionH>
                <wp:positionV relativeFrom="paragraph">
                  <wp:posOffset>437693</wp:posOffset>
                </wp:positionV>
                <wp:extent cx="482599" cy="0"/>
                <wp:effectExtent l="0" t="152400" r="0" b="190500"/>
                <wp:wrapNone/>
                <wp:docPr id="200" name="Rechte verbindingslijn met pijl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599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111B7C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A2EB19" id="Rechte verbindingslijn met pijl 200" o:spid="_x0000_s1026" type="#_x0000_t32" style="position:absolute;margin-left:-405.85pt;margin-top:34.45pt;width:38pt;height:0;z-index:251719680;visibility:visible;mso-wrap-style:square;mso-wrap-distance-left:9pt;mso-wrap-distance-top:0;mso-wrap-distance-right:9pt;mso-wrap-distance-bottom:0;mso-position-horizontal:absolute;mso-position-horizontal-relative:right-margin-area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" strokecolor="#111b7c" strokeweight="4.5pt">
                <v:stroke endarrow="open" joinstyle="miter"/>
                <w10:wrap anchorx="margin"/>
              </v:shape>
            </w:pict>
          </mc:Fallback>
        </mc:AlternateContent>
      </w:r>
      <w:r w:rsidR="002F6D38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DAB2271" wp14:editId="77E6DCEC">
                <wp:simplePos x="0" y="0"/>
                <wp:positionH relativeFrom="rightMargin">
                  <wp:posOffset>-8278495</wp:posOffset>
                </wp:positionH>
                <wp:positionV relativeFrom="paragraph">
                  <wp:posOffset>457505</wp:posOffset>
                </wp:positionV>
                <wp:extent cx="482599" cy="0"/>
                <wp:effectExtent l="0" t="152400" r="0" b="190500"/>
                <wp:wrapNone/>
                <wp:docPr id="199" name="Rechte verbindingslijn met pijl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599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111B7C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196C5D" id="Rechte verbindingslijn met pijl 199" o:spid="_x0000_s1026" type="#_x0000_t32" style="position:absolute;margin-left:-651.85pt;margin-top:36pt;width:38pt;height:0;z-index:251717632;visibility:visible;mso-wrap-style:square;mso-wrap-distance-left:9pt;mso-wrap-distance-top:0;mso-wrap-distance-right:9pt;mso-wrap-distance-bottom:0;mso-position-horizontal:absolute;mso-position-horizontal-relative:right-margin-area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" strokecolor="#111b7c" strokeweight="4.5pt">
                <v:stroke endarrow="open" joinstyle="miter"/>
                <w10:wrap anchorx="margin"/>
              </v:shape>
            </w:pict>
          </mc:Fallback>
        </mc:AlternateContent>
      </w:r>
    </w:p>
    <w:sectPr w:rsidR="001C6991" w:rsidRPr="00722D20" w:rsidSect="001C699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85275" w14:textId="77777777" w:rsidR="00571E2B" w:rsidRDefault="00571E2B" w:rsidP="001C6991">
      <w:pPr>
        <w:spacing w:after="0" w:line="240" w:lineRule="auto"/>
      </w:pPr>
      <w:r>
        <w:separator/>
      </w:r>
    </w:p>
  </w:endnote>
  <w:endnote w:type="continuationSeparator" w:id="0">
    <w:p w14:paraId="0116695B" w14:textId="77777777" w:rsidR="00571E2B" w:rsidRDefault="00571E2B" w:rsidP="001C6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D9C5F" w14:textId="77777777" w:rsidR="00571E2B" w:rsidRDefault="00571E2B" w:rsidP="001C6991">
      <w:pPr>
        <w:spacing w:after="0" w:line="240" w:lineRule="auto"/>
      </w:pPr>
      <w:r>
        <w:separator/>
      </w:r>
    </w:p>
  </w:footnote>
  <w:footnote w:type="continuationSeparator" w:id="0">
    <w:p w14:paraId="3BB59FE8" w14:textId="77777777" w:rsidR="00571E2B" w:rsidRDefault="00571E2B" w:rsidP="001C6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906D3" w14:textId="34816F5F" w:rsidR="00FE7957" w:rsidRDefault="00FE7957">
    <w:pPr>
      <w:pStyle w:val="Kopteks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49A709E" wp14:editId="76307661">
          <wp:simplePos x="0" y="0"/>
          <wp:positionH relativeFrom="column">
            <wp:posOffset>-278130</wp:posOffset>
          </wp:positionH>
          <wp:positionV relativeFrom="paragraph">
            <wp:posOffset>-157251</wp:posOffset>
          </wp:positionV>
          <wp:extent cx="2062886" cy="414227"/>
          <wp:effectExtent l="0" t="0" r="0" b="5080"/>
          <wp:wrapNone/>
          <wp:docPr id="61" name="Afbeelding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" name="Afbeelding 6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2886" cy="4142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991"/>
    <w:rsid w:val="001C6991"/>
    <w:rsid w:val="002F6D38"/>
    <w:rsid w:val="00465EC5"/>
    <w:rsid w:val="00507643"/>
    <w:rsid w:val="005419A9"/>
    <w:rsid w:val="00571E2B"/>
    <w:rsid w:val="00722D20"/>
    <w:rsid w:val="0080523D"/>
    <w:rsid w:val="00850F44"/>
    <w:rsid w:val="00A5712B"/>
    <w:rsid w:val="00A91966"/>
    <w:rsid w:val="00AA7F8E"/>
    <w:rsid w:val="00B5314C"/>
    <w:rsid w:val="00CC1ACA"/>
    <w:rsid w:val="00D76A96"/>
    <w:rsid w:val="00E822D9"/>
    <w:rsid w:val="00EA389D"/>
    <w:rsid w:val="00ED052F"/>
    <w:rsid w:val="00F655B8"/>
    <w:rsid w:val="00FE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14790C"/>
  <w15:chartTrackingRefBased/>
  <w15:docId w15:val="{B25BBAC6-7F76-4D06-A490-75DEF862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reepjes">
    <w:name w:val="streepjes"/>
    <w:basedOn w:val="Standaard"/>
    <w:qFormat/>
    <w:rsid w:val="001C6991"/>
    <w:pPr>
      <w:tabs>
        <w:tab w:val="right" w:pos="9923"/>
      </w:tabs>
      <w:spacing w:after="0" w:line="270" w:lineRule="exact"/>
      <w:contextualSpacing/>
      <w:jc w:val="right"/>
    </w:pPr>
    <w:rPr>
      <w:rFonts w:ascii="Calibri" w:hAnsi="Calibri" w:cs="Calibri"/>
      <w:color w:val="44546A" w:themeColor="text2"/>
      <w:sz w:val="16"/>
    </w:rPr>
  </w:style>
  <w:style w:type="paragraph" w:styleId="Koptekst">
    <w:name w:val="header"/>
    <w:basedOn w:val="Standaard"/>
    <w:link w:val="KoptekstChar"/>
    <w:uiPriority w:val="99"/>
    <w:unhideWhenUsed/>
    <w:rsid w:val="001C6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C6991"/>
  </w:style>
  <w:style w:type="paragraph" w:styleId="Voettekst">
    <w:name w:val="footer"/>
    <w:basedOn w:val="Standaard"/>
    <w:link w:val="VoettekstChar"/>
    <w:uiPriority w:val="99"/>
    <w:unhideWhenUsed/>
    <w:rsid w:val="001C6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C6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0BCEE-8FC3-4872-88DC-969162116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Vervloet Jasper</dc:creator>
  <cp:keywords/>
  <dc:description/>
  <cp:lastModifiedBy>Borremans Wouter</cp:lastModifiedBy>
  <cp:revision>8</cp:revision>
  <dcterms:created xsi:type="dcterms:W3CDTF">2022-07-28T08:26:00Z</dcterms:created>
  <dcterms:modified xsi:type="dcterms:W3CDTF">2023-01-17T10:14:00Z</dcterms:modified>
</cp:coreProperties>
</file>